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sz w:val="26"/>
          <w:szCs w:val="26"/>
          <w:lang w:val="sr-Cyrl-BA"/>
        </w:rPr>
      </w:pPr>
      <w:r w:rsidRPr="00F251F0">
        <w:rPr>
          <w:rFonts w:asciiTheme="minorHAnsi" w:hAnsiTheme="minorHAnsi" w:cstheme="minorHAnsi"/>
          <w:b/>
          <w:sz w:val="26"/>
          <w:szCs w:val="26"/>
          <w:lang w:val="sr-Cyrl-BA"/>
        </w:rPr>
        <w:t>РЕПУБЛИКА СРПСКА</w:t>
      </w:r>
      <w:bookmarkStart w:id="0" w:name="_GoBack"/>
      <w:bookmarkEnd w:id="0"/>
    </w:p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sz w:val="26"/>
          <w:szCs w:val="26"/>
          <w:lang w:val="sr-Cyrl-BA"/>
        </w:rPr>
      </w:pPr>
      <w:r w:rsidRPr="00F251F0">
        <w:rPr>
          <w:rFonts w:asciiTheme="minorHAnsi" w:hAnsiTheme="minorHAnsi" w:cstheme="minorHAnsi"/>
          <w:b/>
          <w:sz w:val="26"/>
          <w:szCs w:val="26"/>
          <w:lang w:val="sr-Cyrl-BA"/>
        </w:rPr>
        <w:t>ВЛАДА</w:t>
      </w:r>
    </w:p>
    <w:p w:rsidR="00F251F0" w:rsidRPr="00F251F0" w:rsidRDefault="00F251F0" w:rsidP="00F251F0">
      <w:pPr>
        <w:rPr>
          <w:rFonts w:asciiTheme="minorHAnsi" w:hAnsiTheme="minorHAnsi"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center"/>
        <w:rPr>
          <w:rFonts w:asciiTheme="minorHAnsi" w:hAnsiTheme="minorHAnsi" w:cstheme="minorHAnsi"/>
          <w:b/>
          <w:noProof/>
          <w:sz w:val="26"/>
          <w:szCs w:val="26"/>
          <w:lang w:val="sr-Cyrl-BA"/>
        </w:rPr>
      </w:pPr>
      <w:r w:rsidRPr="00F251F0">
        <w:rPr>
          <w:rFonts w:asciiTheme="minorHAnsi" w:hAnsiTheme="minorHAnsi" w:cstheme="minorHAnsi"/>
          <w:b/>
          <w:noProof/>
          <w:sz w:val="26"/>
          <w:szCs w:val="26"/>
          <w:lang w:val="sr-Cyrl-BA"/>
        </w:rPr>
        <w:t>ИЗВЈЕШТАЈ О РЕЗУЛТАТИМА ОДРЖАНИХ ЈАВНИХ РАСПРАВА</w:t>
      </w:r>
    </w:p>
    <w:p w:rsidR="00F251F0" w:rsidRPr="00F251F0" w:rsidRDefault="00F251F0" w:rsidP="00F251F0">
      <w:pPr>
        <w:jc w:val="center"/>
        <w:rPr>
          <w:rFonts w:asciiTheme="minorHAnsi" w:hAnsiTheme="minorHAnsi"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cstheme="minorHAnsi"/>
          <w:b/>
          <w:sz w:val="26"/>
          <w:szCs w:val="26"/>
          <w:lang w:val="sr-Cyrl-BA"/>
        </w:rPr>
      </w:pPr>
    </w:p>
    <w:p w:rsidR="00F251F0" w:rsidRPr="00F251F0" w:rsidRDefault="00F251F0" w:rsidP="00F251F0">
      <w:pPr>
        <w:jc w:val="both"/>
        <w:rPr>
          <w:rFonts w:cstheme="minorHAnsi"/>
          <w:b/>
          <w:sz w:val="26"/>
          <w:szCs w:val="26"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501186" w:rsidRDefault="00F251F0" w:rsidP="00F251F0">
      <w:pPr>
        <w:jc w:val="both"/>
        <w:rPr>
          <w:rFonts w:cstheme="minorHAnsi"/>
          <w:b/>
          <w:lang w:val="sr-Cyrl-BA"/>
        </w:rPr>
      </w:pPr>
    </w:p>
    <w:p w:rsidR="00F251F0" w:rsidRPr="00F251F0" w:rsidRDefault="00F251F0" w:rsidP="00F251F0">
      <w:pPr>
        <w:jc w:val="both"/>
        <w:rPr>
          <w:rFonts w:asciiTheme="minorHAnsi" w:hAnsiTheme="minorHAnsi" w:cstheme="minorHAnsi"/>
          <w:b/>
          <w:lang w:val="sr-Cyrl-BA"/>
        </w:rPr>
      </w:pPr>
      <w:r w:rsidRPr="00F251F0">
        <w:rPr>
          <w:rFonts w:asciiTheme="minorHAnsi" w:hAnsiTheme="minorHAnsi" w:cstheme="minorHAnsi"/>
          <w:b/>
          <w:lang w:val="sr-Cyrl-BA"/>
        </w:rPr>
        <w:t>Бања Лука, децембар 2025. године</w:t>
      </w:r>
    </w:p>
    <w:p w:rsidR="0092662E" w:rsidRPr="00F251F0" w:rsidRDefault="0092662E" w:rsidP="00F251F0"/>
    <w:sectPr w:rsidR="0092662E" w:rsidRPr="00F251F0" w:rsidSect="00AF4D20">
      <w:headerReference w:type="first" r:id="rId7"/>
      <w:pgSz w:w="11909" w:h="16834" w:code="9"/>
      <w:pgMar w:top="1618" w:right="1134" w:bottom="1134" w:left="1134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C92" w:rsidRDefault="00F57C92">
      <w:r>
        <w:separator/>
      </w:r>
    </w:p>
  </w:endnote>
  <w:endnote w:type="continuationSeparator" w:id="0">
    <w:p w:rsidR="00F57C92" w:rsidRDefault="00F57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C92" w:rsidRDefault="00F57C92">
      <w:r>
        <w:separator/>
      </w:r>
    </w:p>
  </w:footnote>
  <w:footnote w:type="continuationSeparator" w:id="0">
    <w:p w:rsidR="00F57C92" w:rsidRDefault="00F57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15" w:rsidRDefault="009C2955">
    <w:pPr>
      <w:pStyle w:val="Header"/>
      <w:jc w:val="cen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-481330</wp:posOffset>
              </wp:positionH>
              <wp:positionV relativeFrom="paragraph">
                <wp:posOffset>1530985</wp:posOffset>
              </wp:positionV>
              <wp:extent cx="7148195" cy="929005"/>
              <wp:effectExtent l="635" t="444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48195" cy="929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5A15" w:rsidRPr="007724AA" w:rsidRDefault="00985A15" w:rsidP="004C56E7">
                          <w:pPr>
                            <w:pStyle w:val="Heading1"/>
                            <w:rPr>
                              <w:rFonts w:asciiTheme="majorHAnsi" w:hAnsiTheme="majorHAnsi"/>
                              <w:sz w:val="24"/>
                              <w:lang w:val="ru-RU"/>
                            </w:rPr>
                          </w:pPr>
                          <w:r w:rsidRPr="007724AA">
                            <w:rPr>
                              <w:rFonts w:asciiTheme="majorHAnsi" w:hAnsiTheme="majorHAnsi"/>
                              <w:sz w:val="24"/>
                            </w:rPr>
                            <w:t>РЕПУБЛИКА СРПСКА</w:t>
                          </w:r>
                        </w:p>
                        <w:p w:rsidR="00985A15" w:rsidRPr="007724AA" w:rsidRDefault="00985A15" w:rsidP="002575B3">
                          <w:pPr>
                            <w:jc w:val="center"/>
                            <w:rPr>
                              <w:rFonts w:asciiTheme="majorHAnsi" w:hAnsiTheme="majorHAnsi"/>
                              <w:sz w:val="20"/>
                              <w:szCs w:val="20"/>
                              <w:lang w:val="sr-Cyrl-BA"/>
                            </w:rPr>
                          </w:pPr>
                          <w:r w:rsidRPr="007724AA">
                            <w:rPr>
                              <w:rFonts w:asciiTheme="majorHAnsi" w:hAnsiTheme="majorHAnsi"/>
                              <w:sz w:val="20"/>
                              <w:szCs w:val="20"/>
                              <w:lang w:val="sr-Cyrl-BA"/>
                            </w:rPr>
                            <w:t>В Л А Д А</w:t>
                          </w:r>
                        </w:p>
                        <w:p w:rsidR="00985A15" w:rsidRPr="007724AA" w:rsidRDefault="00985A15" w:rsidP="004C56E7">
                          <w:pPr>
                            <w:pStyle w:val="BodyText"/>
                            <w:rPr>
                              <w:rFonts w:asciiTheme="majorHAnsi" w:hAnsiTheme="majorHAnsi"/>
                              <w:sz w:val="20"/>
                              <w:szCs w:val="20"/>
                              <w:lang w:val="sr-Cyrl-BA"/>
                            </w:rPr>
                          </w:pPr>
                          <w:r w:rsidRPr="007724AA">
                            <w:rPr>
                              <w:rFonts w:asciiTheme="majorHAnsi" w:hAnsiTheme="majorHAnsi"/>
                              <w:sz w:val="20"/>
                              <w:szCs w:val="20"/>
                            </w:rPr>
                            <w:t>МИНИСТАРСТВО ЗДРАВЉА И СОЦИЈАЛНЕ ЗАШТИТЕ</w:t>
                          </w:r>
                        </w:p>
                        <w:p w:rsidR="00985A15" w:rsidRPr="007724AA" w:rsidRDefault="00793FF8" w:rsidP="002255F7">
                          <w:pPr>
                            <w:pBdr>
                              <w:top w:val="single" w:sz="4" w:space="1" w:color="auto"/>
                            </w:pBdr>
                            <w:jc w:val="center"/>
                            <w:rPr>
                              <w:rFonts w:asciiTheme="majorHAnsi" w:hAnsiTheme="majorHAnsi"/>
                              <w:sz w:val="20"/>
                              <w:szCs w:val="20"/>
                              <w:lang w:val="sr-Latn-CS"/>
                            </w:rPr>
                          </w:pPr>
                          <w:r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CS"/>
                            </w:rPr>
                            <w:t>Трг Републике Српске 1</w:t>
                          </w:r>
                          <w:r w:rsidR="00985A15"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BA"/>
                            </w:rPr>
                            <w:t xml:space="preserve">, </w:t>
                          </w:r>
                          <w:r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CS"/>
                            </w:rPr>
                            <w:t xml:space="preserve">78000 </w:t>
                          </w:r>
                          <w:r w:rsidR="00A501A5"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BA"/>
                            </w:rPr>
                            <w:t>Бања Лука, тел</w:t>
                          </w:r>
                          <w:r w:rsidR="00985A15"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 w:rsidR="00985A15"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BA"/>
                            </w:rPr>
                            <w:t>051/339-486, факс</w:t>
                          </w:r>
                          <w:r w:rsidR="00985A15"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 w:rsidR="00985A15"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BA"/>
                            </w:rPr>
                            <w:t>051/339-65</w:t>
                          </w:r>
                          <w:r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CS"/>
                            </w:rPr>
                            <w:t>8</w:t>
                          </w:r>
                          <w:r w:rsidR="00E80912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BA"/>
                            </w:rPr>
                            <w:t>,</w:t>
                          </w:r>
                          <w:r w:rsidR="00385898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BA"/>
                            </w:rPr>
                            <w:t xml:space="preserve"> </w:t>
                          </w:r>
                          <w:r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CS"/>
                            </w:rPr>
                            <w:t>е</w:t>
                          </w:r>
                          <w:r w:rsidR="00A501A5"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BA"/>
                            </w:rPr>
                            <w:t>-</w:t>
                          </w:r>
                          <w:proofErr w:type="spellStart"/>
                          <w:r w:rsidR="00A501A5"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BA"/>
                            </w:rPr>
                            <w:t>mail</w:t>
                          </w:r>
                          <w:proofErr w:type="spellEnd"/>
                          <w:r w:rsidR="00985A15"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Cyrl-BA"/>
                            </w:rPr>
                            <w:t xml:space="preserve"> </w:t>
                          </w:r>
                          <w:hyperlink r:id="rId1" w:history="1">
                            <w:r w:rsidR="00B27D84" w:rsidRPr="000C687A">
                              <w:rPr>
                                <w:rStyle w:val="Hyperlink"/>
                                <w:rFonts w:asciiTheme="majorHAnsi" w:hAnsiTheme="majorHAnsi"/>
                                <w:sz w:val="16"/>
                                <w:szCs w:val="16"/>
                                <w:lang w:val="sr-Latn-CS"/>
                              </w:rPr>
                              <w:t>ministarstvo-zdravlja@mzsz.vladars.rs</w:t>
                            </w:r>
                          </w:hyperlink>
                          <w:r w:rsidR="00B27D84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Latn-CS"/>
                            </w:rPr>
                            <w:t xml:space="preserve"> </w:t>
                          </w:r>
                          <w:r w:rsidR="002255F7"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Latn-CS"/>
                            </w:rPr>
                            <w:t>,</w:t>
                          </w:r>
                          <w:r w:rsidR="00E80912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Latn-CS"/>
                            </w:rPr>
                            <w:t xml:space="preserve"> </w:t>
                          </w:r>
                          <w:r w:rsidR="002255F7" w:rsidRPr="007724AA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Latn-CS"/>
                            </w:rPr>
                            <w:t xml:space="preserve"> </w:t>
                          </w:r>
                          <w:hyperlink r:id="rId2" w:history="1">
                            <w:r w:rsidR="00B27D84" w:rsidRPr="000C687A">
                              <w:rPr>
                                <w:rStyle w:val="Hyperlink"/>
                                <w:rFonts w:asciiTheme="majorHAnsi" w:hAnsiTheme="majorHAnsi"/>
                                <w:sz w:val="16"/>
                                <w:szCs w:val="16"/>
                                <w:lang w:val="sr-Latn-CS"/>
                              </w:rPr>
                              <w:t>www.vladars.rs</w:t>
                            </w:r>
                          </w:hyperlink>
                          <w:r w:rsidR="00B27D84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Latn-CS"/>
                            </w:rPr>
                            <w:t xml:space="preserve"> </w:t>
                          </w:r>
                          <w:r w:rsidR="00E80912">
                            <w:rPr>
                              <w:rFonts w:asciiTheme="majorHAnsi" w:hAnsiTheme="majorHAnsi"/>
                              <w:sz w:val="16"/>
                              <w:szCs w:val="16"/>
                              <w:lang w:val="sr-Latn-CS"/>
                            </w:rPr>
                            <w:t xml:space="preserve"> </w:t>
                          </w:r>
                        </w:p>
                        <w:p w:rsidR="00985A15" w:rsidRPr="00B714FF" w:rsidRDefault="00985A15" w:rsidP="004C56E7">
                          <w:pPr>
                            <w:pStyle w:val="BodyText"/>
                            <w:rPr>
                              <w:sz w:val="28"/>
                              <w:szCs w:val="28"/>
                              <w:lang w:val="sr-Cyrl-B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37.9pt;margin-top:120.55pt;width:562.85pt;height:7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" stroked="f">
              <v:textbox>
                <w:txbxContent>
                  <w:p w:rsidR="00985A15" w:rsidRPr="007724AA" w:rsidRDefault="00985A15" w:rsidP="004C56E7">
                    <w:pPr>
                      <w:pStyle w:val="Heading1"/>
                      <w:rPr>
                        <w:rFonts w:asciiTheme="majorHAnsi" w:hAnsiTheme="majorHAnsi"/>
                        <w:sz w:val="24"/>
                        <w:lang w:val="ru-RU"/>
                      </w:rPr>
                    </w:pPr>
                    <w:r w:rsidRPr="007724AA">
                      <w:rPr>
                        <w:rFonts w:asciiTheme="majorHAnsi" w:hAnsiTheme="majorHAnsi"/>
                        <w:sz w:val="24"/>
                      </w:rPr>
                      <w:t>РЕПУБЛИКА СРПСКА</w:t>
                    </w:r>
                  </w:p>
                  <w:p w:rsidR="00985A15" w:rsidRPr="007724AA" w:rsidRDefault="00985A15" w:rsidP="002575B3">
                    <w:pPr>
                      <w:jc w:val="center"/>
                      <w:rPr>
                        <w:rFonts w:asciiTheme="majorHAnsi" w:hAnsiTheme="majorHAnsi"/>
                        <w:sz w:val="20"/>
                        <w:szCs w:val="20"/>
                        <w:lang w:val="sr-Cyrl-BA"/>
                      </w:rPr>
                    </w:pPr>
                    <w:r w:rsidRPr="007724AA">
                      <w:rPr>
                        <w:rFonts w:asciiTheme="majorHAnsi" w:hAnsiTheme="majorHAnsi"/>
                        <w:sz w:val="20"/>
                        <w:szCs w:val="20"/>
                        <w:lang w:val="sr-Cyrl-BA"/>
                      </w:rPr>
                      <w:t>В Л А Д А</w:t>
                    </w:r>
                  </w:p>
                  <w:p w:rsidR="00985A15" w:rsidRPr="007724AA" w:rsidRDefault="00985A15" w:rsidP="004C56E7">
                    <w:pPr>
                      <w:pStyle w:val="BodyText"/>
                      <w:rPr>
                        <w:rFonts w:asciiTheme="majorHAnsi" w:hAnsiTheme="majorHAnsi"/>
                        <w:sz w:val="20"/>
                        <w:szCs w:val="20"/>
                        <w:lang w:val="sr-Cyrl-BA"/>
                      </w:rPr>
                    </w:pPr>
                    <w:r w:rsidRPr="007724AA">
                      <w:rPr>
                        <w:rFonts w:asciiTheme="majorHAnsi" w:hAnsiTheme="majorHAnsi"/>
                        <w:sz w:val="20"/>
                        <w:szCs w:val="20"/>
                      </w:rPr>
                      <w:t>МИНИСТАРСТВО ЗДРАВЉА И СОЦИЈАЛНЕ ЗАШТИТЕ</w:t>
                    </w:r>
                  </w:p>
                  <w:p w:rsidR="00985A15" w:rsidRPr="007724AA" w:rsidRDefault="00793FF8" w:rsidP="002255F7">
                    <w:pPr>
                      <w:pBdr>
                        <w:top w:val="single" w:sz="4" w:space="1" w:color="auto"/>
                      </w:pBdr>
                      <w:jc w:val="center"/>
                      <w:rPr>
                        <w:rFonts w:asciiTheme="majorHAnsi" w:hAnsiTheme="majorHAnsi"/>
                        <w:sz w:val="20"/>
                        <w:szCs w:val="20"/>
                        <w:lang w:val="sr-Latn-CS"/>
                      </w:rPr>
                    </w:pPr>
                    <w:r w:rsidRPr="007724AA">
                      <w:rPr>
                        <w:rFonts w:asciiTheme="majorHAnsi" w:hAnsiTheme="majorHAnsi"/>
                        <w:sz w:val="16"/>
                        <w:szCs w:val="16"/>
                        <w:lang w:val="sr-Cyrl-CS"/>
                      </w:rPr>
                      <w:t>Трг Републике Српске 1</w:t>
                    </w:r>
                    <w:r w:rsidR="00985A15" w:rsidRPr="007724AA">
                      <w:rPr>
                        <w:rFonts w:asciiTheme="majorHAnsi" w:hAnsiTheme="majorHAnsi"/>
                        <w:sz w:val="16"/>
                        <w:szCs w:val="16"/>
                        <w:lang w:val="sr-Cyrl-BA"/>
                      </w:rPr>
                      <w:t xml:space="preserve">, </w:t>
                    </w:r>
                    <w:r w:rsidRPr="007724AA">
                      <w:rPr>
                        <w:rFonts w:asciiTheme="majorHAnsi" w:hAnsiTheme="majorHAnsi"/>
                        <w:sz w:val="16"/>
                        <w:szCs w:val="16"/>
                        <w:lang w:val="sr-Cyrl-CS"/>
                      </w:rPr>
                      <w:t xml:space="preserve">78000 </w:t>
                    </w:r>
                    <w:r w:rsidR="00A501A5" w:rsidRPr="007724AA">
                      <w:rPr>
                        <w:rFonts w:asciiTheme="majorHAnsi" w:hAnsiTheme="majorHAnsi"/>
                        <w:sz w:val="16"/>
                        <w:szCs w:val="16"/>
                        <w:lang w:val="sr-Cyrl-BA"/>
                      </w:rPr>
                      <w:t>Бања Лука, тел</w:t>
                    </w:r>
                    <w:r w:rsidR="00985A15" w:rsidRPr="007724AA">
                      <w:rPr>
                        <w:rFonts w:asciiTheme="majorHAnsi" w:hAnsiTheme="majorHAnsi"/>
                        <w:sz w:val="16"/>
                        <w:szCs w:val="16"/>
                        <w:lang w:val="ru-RU"/>
                      </w:rPr>
                      <w:t xml:space="preserve"> </w:t>
                    </w:r>
                    <w:r w:rsidR="00985A15" w:rsidRPr="007724AA">
                      <w:rPr>
                        <w:rFonts w:asciiTheme="majorHAnsi" w:hAnsiTheme="majorHAnsi"/>
                        <w:sz w:val="16"/>
                        <w:szCs w:val="16"/>
                        <w:lang w:val="sr-Cyrl-BA"/>
                      </w:rPr>
                      <w:t>051/339-486, факс</w:t>
                    </w:r>
                    <w:r w:rsidR="00985A15" w:rsidRPr="007724AA">
                      <w:rPr>
                        <w:rFonts w:asciiTheme="majorHAnsi" w:hAnsiTheme="majorHAnsi"/>
                        <w:sz w:val="16"/>
                        <w:szCs w:val="16"/>
                        <w:lang w:val="ru-RU"/>
                      </w:rPr>
                      <w:t xml:space="preserve"> </w:t>
                    </w:r>
                    <w:r w:rsidR="00985A15" w:rsidRPr="007724AA">
                      <w:rPr>
                        <w:rFonts w:asciiTheme="majorHAnsi" w:hAnsiTheme="majorHAnsi"/>
                        <w:sz w:val="16"/>
                        <w:szCs w:val="16"/>
                        <w:lang w:val="sr-Cyrl-BA"/>
                      </w:rPr>
                      <w:t>051/339-65</w:t>
                    </w:r>
                    <w:r w:rsidRPr="007724AA">
                      <w:rPr>
                        <w:rFonts w:asciiTheme="majorHAnsi" w:hAnsiTheme="majorHAnsi"/>
                        <w:sz w:val="16"/>
                        <w:szCs w:val="16"/>
                        <w:lang w:val="sr-Cyrl-CS"/>
                      </w:rPr>
                      <w:t>8</w:t>
                    </w:r>
                    <w:r w:rsidR="00E80912">
                      <w:rPr>
                        <w:rFonts w:asciiTheme="majorHAnsi" w:hAnsiTheme="majorHAnsi"/>
                        <w:sz w:val="16"/>
                        <w:szCs w:val="16"/>
                        <w:lang w:val="sr-Cyrl-BA"/>
                      </w:rPr>
                      <w:t>,</w:t>
                    </w:r>
                    <w:r w:rsidR="00385898">
                      <w:rPr>
                        <w:rFonts w:asciiTheme="majorHAnsi" w:hAnsiTheme="majorHAnsi"/>
                        <w:sz w:val="16"/>
                        <w:szCs w:val="16"/>
                        <w:lang w:val="sr-Cyrl-BA"/>
                      </w:rPr>
                      <w:t xml:space="preserve"> </w:t>
                    </w:r>
                    <w:r w:rsidRPr="007724AA">
                      <w:rPr>
                        <w:rFonts w:asciiTheme="majorHAnsi" w:hAnsiTheme="majorHAnsi"/>
                        <w:sz w:val="16"/>
                        <w:szCs w:val="16"/>
                        <w:lang w:val="sr-Cyrl-CS"/>
                      </w:rPr>
                      <w:t>е</w:t>
                    </w:r>
                    <w:r w:rsidR="00A501A5" w:rsidRPr="007724AA">
                      <w:rPr>
                        <w:rFonts w:asciiTheme="majorHAnsi" w:hAnsiTheme="majorHAnsi"/>
                        <w:sz w:val="16"/>
                        <w:szCs w:val="16"/>
                        <w:lang w:val="sr-Cyrl-BA"/>
                      </w:rPr>
                      <w:t>-</w:t>
                    </w:r>
                    <w:proofErr w:type="spellStart"/>
                    <w:r w:rsidR="00A501A5" w:rsidRPr="007724AA">
                      <w:rPr>
                        <w:rFonts w:asciiTheme="majorHAnsi" w:hAnsiTheme="majorHAnsi"/>
                        <w:sz w:val="16"/>
                        <w:szCs w:val="16"/>
                        <w:lang w:val="sr-Cyrl-BA"/>
                      </w:rPr>
                      <w:t>mail</w:t>
                    </w:r>
                    <w:proofErr w:type="spellEnd"/>
                    <w:r w:rsidR="00985A15" w:rsidRPr="007724AA">
                      <w:rPr>
                        <w:rFonts w:asciiTheme="majorHAnsi" w:hAnsiTheme="majorHAnsi"/>
                        <w:sz w:val="16"/>
                        <w:szCs w:val="16"/>
                        <w:lang w:val="sr-Cyrl-BA"/>
                      </w:rPr>
                      <w:t xml:space="preserve"> </w:t>
                    </w:r>
                    <w:hyperlink r:id="rId3" w:history="1">
                      <w:r w:rsidR="00B27D84" w:rsidRPr="000C687A">
                        <w:rPr>
                          <w:rStyle w:val="Hyperlink"/>
                          <w:rFonts w:asciiTheme="majorHAnsi" w:hAnsiTheme="majorHAnsi"/>
                          <w:sz w:val="16"/>
                          <w:szCs w:val="16"/>
                          <w:lang w:val="sr-Latn-CS"/>
                        </w:rPr>
                        <w:t>ministarstvo-zdravlja@mzsz.vladars.rs</w:t>
                      </w:r>
                    </w:hyperlink>
                    <w:r w:rsidR="00B27D84">
                      <w:rPr>
                        <w:rFonts w:asciiTheme="majorHAnsi" w:hAnsiTheme="majorHAnsi"/>
                        <w:sz w:val="16"/>
                        <w:szCs w:val="16"/>
                        <w:lang w:val="sr-Latn-CS"/>
                      </w:rPr>
                      <w:t xml:space="preserve"> </w:t>
                    </w:r>
                    <w:r w:rsidR="002255F7" w:rsidRPr="007724AA">
                      <w:rPr>
                        <w:rFonts w:asciiTheme="majorHAnsi" w:hAnsiTheme="majorHAnsi"/>
                        <w:sz w:val="16"/>
                        <w:szCs w:val="16"/>
                        <w:lang w:val="sr-Latn-CS"/>
                      </w:rPr>
                      <w:t>,</w:t>
                    </w:r>
                    <w:r w:rsidR="00E80912">
                      <w:rPr>
                        <w:rFonts w:asciiTheme="majorHAnsi" w:hAnsiTheme="majorHAnsi"/>
                        <w:sz w:val="16"/>
                        <w:szCs w:val="16"/>
                        <w:lang w:val="sr-Latn-CS"/>
                      </w:rPr>
                      <w:t xml:space="preserve"> </w:t>
                    </w:r>
                    <w:r w:rsidR="002255F7" w:rsidRPr="007724AA">
                      <w:rPr>
                        <w:rFonts w:asciiTheme="majorHAnsi" w:hAnsiTheme="majorHAnsi"/>
                        <w:sz w:val="16"/>
                        <w:szCs w:val="16"/>
                        <w:lang w:val="sr-Latn-CS"/>
                      </w:rPr>
                      <w:t xml:space="preserve"> </w:t>
                    </w:r>
                    <w:hyperlink r:id="rId4" w:history="1">
                      <w:r w:rsidR="00B27D84" w:rsidRPr="000C687A">
                        <w:rPr>
                          <w:rStyle w:val="Hyperlink"/>
                          <w:rFonts w:asciiTheme="majorHAnsi" w:hAnsiTheme="majorHAnsi"/>
                          <w:sz w:val="16"/>
                          <w:szCs w:val="16"/>
                          <w:lang w:val="sr-Latn-CS"/>
                        </w:rPr>
                        <w:t>www.vladars.rs</w:t>
                      </w:r>
                    </w:hyperlink>
                    <w:r w:rsidR="00B27D84">
                      <w:rPr>
                        <w:rFonts w:asciiTheme="majorHAnsi" w:hAnsiTheme="majorHAnsi"/>
                        <w:sz w:val="16"/>
                        <w:szCs w:val="16"/>
                        <w:lang w:val="sr-Latn-CS"/>
                      </w:rPr>
                      <w:t xml:space="preserve"> </w:t>
                    </w:r>
                    <w:r w:rsidR="00E80912">
                      <w:rPr>
                        <w:rFonts w:asciiTheme="majorHAnsi" w:hAnsiTheme="majorHAnsi"/>
                        <w:sz w:val="16"/>
                        <w:szCs w:val="16"/>
                        <w:lang w:val="sr-Latn-CS"/>
                      </w:rPr>
                      <w:t xml:space="preserve"> </w:t>
                    </w:r>
                  </w:p>
                  <w:p w:rsidR="00985A15" w:rsidRPr="00B714FF" w:rsidRDefault="00985A15" w:rsidP="004C56E7">
                    <w:pPr>
                      <w:pStyle w:val="BodyText"/>
                      <w:rPr>
                        <w:sz w:val="28"/>
                        <w:szCs w:val="28"/>
                        <w:lang w:val="sr-Cyrl-BA"/>
                      </w:rPr>
                    </w:pPr>
                  </w:p>
                </w:txbxContent>
              </v:textbox>
            </v:shape>
          </w:pict>
        </mc:Fallback>
      </mc:AlternateContent>
    </w:r>
    <w:r w:rsidR="00985A15">
      <w:object w:dxaOrig="28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9.75pt;height:129.75pt">
          <v:imagedata r:id="rId5" o:title=""/>
        </v:shape>
        <o:OLEObject Type="Embed" ProgID="Photoshop.Image.7" ShapeID="_x0000_i1025" DrawAspect="Content" ObjectID="_1826442452" r:id="rId6">
          <o:FieldCodes>\s</o:FieldCodes>
        </o:OLEObject>
      </w:object>
    </w:r>
  </w:p>
  <w:p w:rsidR="00985A15" w:rsidRDefault="00985A15">
    <w:pPr>
      <w:pStyle w:val="Header"/>
      <w:jc w:val="center"/>
      <w:rPr>
        <w:lang w:val="sr-Cyrl-CS"/>
      </w:rPr>
    </w:pPr>
  </w:p>
  <w:p w:rsidR="00985A15" w:rsidRDefault="00985A15">
    <w:pPr>
      <w:pStyle w:val="Header"/>
      <w:rPr>
        <w:lang w:val="en-GB"/>
      </w:rPr>
    </w:pPr>
  </w:p>
  <w:p w:rsidR="00985A15" w:rsidRPr="00D66DEF" w:rsidRDefault="00985A15">
    <w:pPr>
      <w:pStyle w:val="Header"/>
      <w:rPr>
        <w:sz w:val="16"/>
        <w:szCs w:val="16"/>
        <w:lang w:val="sr-Cyrl-BA"/>
      </w:rPr>
    </w:pPr>
  </w:p>
  <w:p w:rsidR="00985A15" w:rsidRPr="00B714FF" w:rsidRDefault="00985A15">
    <w:pPr>
      <w:pStyle w:val="Header"/>
      <w:rPr>
        <w:sz w:val="16"/>
        <w:szCs w:val="16"/>
        <w:lang w:val="en-GB"/>
      </w:rPr>
    </w:pPr>
  </w:p>
  <w:p w:rsidR="00985A15" w:rsidRPr="00C55FFE" w:rsidRDefault="00985A15" w:rsidP="00C55FFE">
    <w:pPr>
      <w:pStyle w:val="Header"/>
      <w:tabs>
        <w:tab w:val="clear" w:pos="4320"/>
        <w:tab w:val="clear" w:pos="8640"/>
        <w:tab w:val="left" w:pos="780"/>
      </w:tabs>
    </w:pPr>
    <w:r>
      <w:rPr>
        <w:lang w:val="sr-Cyrl-C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84AAB"/>
    <w:multiLevelType w:val="multilevel"/>
    <w:tmpl w:val="6DB8892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B715C"/>
    <w:multiLevelType w:val="hybridMultilevel"/>
    <w:tmpl w:val="2766B6E4"/>
    <w:lvl w:ilvl="0" w:tplc="6A0A87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92C00"/>
    <w:multiLevelType w:val="hybridMultilevel"/>
    <w:tmpl w:val="20B88BC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12E5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26B0E"/>
    <w:multiLevelType w:val="hybridMultilevel"/>
    <w:tmpl w:val="6DB88922"/>
    <w:lvl w:ilvl="0" w:tplc="08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60DA7"/>
    <w:multiLevelType w:val="hybridMultilevel"/>
    <w:tmpl w:val="BEAEB5D4"/>
    <w:lvl w:ilvl="0" w:tplc="08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06153"/>
    <w:multiLevelType w:val="hybridMultilevel"/>
    <w:tmpl w:val="ED7076C6"/>
    <w:lvl w:ilvl="0" w:tplc="621C60CC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029"/>
    <w:rsid w:val="00007558"/>
    <w:rsid w:val="0004407F"/>
    <w:rsid w:val="00045EF8"/>
    <w:rsid w:val="0005075F"/>
    <w:rsid w:val="000712D7"/>
    <w:rsid w:val="000730C5"/>
    <w:rsid w:val="000A527D"/>
    <w:rsid w:val="000A53DD"/>
    <w:rsid w:val="000B3E06"/>
    <w:rsid w:val="000C3603"/>
    <w:rsid w:val="000D27EC"/>
    <w:rsid w:val="000D3A9A"/>
    <w:rsid w:val="000F602B"/>
    <w:rsid w:val="000F614F"/>
    <w:rsid w:val="001069EE"/>
    <w:rsid w:val="00110789"/>
    <w:rsid w:val="00110DE0"/>
    <w:rsid w:val="00125E46"/>
    <w:rsid w:val="0013353D"/>
    <w:rsid w:val="00150F58"/>
    <w:rsid w:val="00172904"/>
    <w:rsid w:val="001859D3"/>
    <w:rsid w:val="001B0328"/>
    <w:rsid w:val="001B26EB"/>
    <w:rsid w:val="001B367F"/>
    <w:rsid w:val="001C0777"/>
    <w:rsid w:val="001C147A"/>
    <w:rsid w:val="001D393E"/>
    <w:rsid w:val="001D4FB2"/>
    <w:rsid w:val="001E70A2"/>
    <w:rsid w:val="00202499"/>
    <w:rsid w:val="002071C1"/>
    <w:rsid w:val="00211B93"/>
    <w:rsid w:val="0022008F"/>
    <w:rsid w:val="002255F7"/>
    <w:rsid w:val="00253AD1"/>
    <w:rsid w:val="00255AB0"/>
    <w:rsid w:val="002575B3"/>
    <w:rsid w:val="00265F8A"/>
    <w:rsid w:val="002702CE"/>
    <w:rsid w:val="00283164"/>
    <w:rsid w:val="00294CF8"/>
    <w:rsid w:val="002A0370"/>
    <w:rsid w:val="002B6ED8"/>
    <w:rsid w:val="002E3FD3"/>
    <w:rsid w:val="00306498"/>
    <w:rsid w:val="00320F7C"/>
    <w:rsid w:val="00323A90"/>
    <w:rsid w:val="00341469"/>
    <w:rsid w:val="00341E5F"/>
    <w:rsid w:val="00342D28"/>
    <w:rsid w:val="00352F6B"/>
    <w:rsid w:val="003531B6"/>
    <w:rsid w:val="003704E9"/>
    <w:rsid w:val="00372C86"/>
    <w:rsid w:val="00373383"/>
    <w:rsid w:val="00385898"/>
    <w:rsid w:val="00395B11"/>
    <w:rsid w:val="003A2CF3"/>
    <w:rsid w:val="003C69C0"/>
    <w:rsid w:val="003D2AE2"/>
    <w:rsid w:val="003D52D4"/>
    <w:rsid w:val="004151DC"/>
    <w:rsid w:val="00421436"/>
    <w:rsid w:val="00422A21"/>
    <w:rsid w:val="0043226A"/>
    <w:rsid w:val="004629A7"/>
    <w:rsid w:val="004723A0"/>
    <w:rsid w:val="004757AE"/>
    <w:rsid w:val="004766B8"/>
    <w:rsid w:val="00483396"/>
    <w:rsid w:val="004953CC"/>
    <w:rsid w:val="00496E64"/>
    <w:rsid w:val="004B4063"/>
    <w:rsid w:val="004B6825"/>
    <w:rsid w:val="004C56E7"/>
    <w:rsid w:val="004F233D"/>
    <w:rsid w:val="004F612D"/>
    <w:rsid w:val="00514ADD"/>
    <w:rsid w:val="00530BCD"/>
    <w:rsid w:val="00532C56"/>
    <w:rsid w:val="005640FF"/>
    <w:rsid w:val="00564790"/>
    <w:rsid w:val="00566F4B"/>
    <w:rsid w:val="005858A0"/>
    <w:rsid w:val="00591B42"/>
    <w:rsid w:val="005B1A62"/>
    <w:rsid w:val="005C20AD"/>
    <w:rsid w:val="005C2692"/>
    <w:rsid w:val="005F09D5"/>
    <w:rsid w:val="005F55F3"/>
    <w:rsid w:val="005F74DA"/>
    <w:rsid w:val="00605E4B"/>
    <w:rsid w:val="006404DF"/>
    <w:rsid w:val="00665311"/>
    <w:rsid w:val="00674625"/>
    <w:rsid w:val="0067606A"/>
    <w:rsid w:val="00681590"/>
    <w:rsid w:val="006D0B94"/>
    <w:rsid w:val="006D64F5"/>
    <w:rsid w:val="00721037"/>
    <w:rsid w:val="007371F2"/>
    <w:rsid w:val="00745E9D"/>
    <w:rsid w:val="007724AA"/>
    <w:rsid w:val="00780EB7"/>
    <w:rsid w:val="00785089"/>
    <w:rsid w:val="00785198"/>
    <w:rsid w:val="00791D25"/>
    <w:rsid w:val="00793FF8"/>
    <w:rsid w:val="0079508B"/>
    <w:rsid w:val="007B2C18"/>
    <w:rsid w:val="007D25EE"/>
    <w:rsid w:val="007E336E"/>
    <w:rsid w:val="00834442"/>
    <w:rsid w:val="008465D7"/>
    <w:rsid w:val="00854422"/>
    <w:rsid w:val="0085555A"/>
    <w:rsid w:val="00871F79"/>
    <w:rsid w:val="00890CB2"/>
    <w:rsid w:val="00890FB8"/>
    <w:rsid w:val="00896DF8"/>
    <w:rsid w:val="008A2264"/>
    <w:rsid w:val="00916922"/>
    <w:rsid w:val="0092662E"/>
    <w:rsid w:val="009331D4"/>
    <w:rsid w:val="009334BD"/>
    <w:rsid w:val="00954D3B"/>
    <w:rsid w:val="00957EFB"/>
    <w:rsid w:val="00985A15"/>
    <w:rsid w:val="00994543"/>
    <w:rsid w:val="00994603"/>
    <w:rsid w:val="009A2A70"/>
    <w:rsid w:val="009A4AE1"/>
    <w:rsid w:val="009A64A7"/>
    <w:rsid w:val="009A6F1D"/>
    <w:rsid w:val="009B6406"/>
    <w:rsid w:val="009B7071"/>
    <w:rsid w:val="009C2955"/>
    <w:rsid w:val="009D6142"/>
    <w:rsid w:val="009F64CB"/>
    <w:rsid w:val="009F692A"/>
    <w:rsid w:val="00A20F57"/>
    <w:rsid w:val="00A25E71"/>
    <w:rsid w:val="00A2630A"/>
    <w:rsid w:val="00A501A5"/>
    <w:rsid w:val="00A57B2A"/>
    <w:rsid w:val="00A674B1"/>
    <w:rsid w:val="00A7381D"/>
    <w:rsid w:val="00A850D0"/>
    <w:rsid w:val="00AA3BCB"/>
    <w:rsid w:val="00AD36D6"/>
    <w:rsid w:val="00AF2B43"/>
    <w:rsid w:val="00AF4D20"/>
    <w:rsid w:val="00B05F9E"/>
    <w:rsid w:val="00B27D84"/>
    <w:rsid w:val="00B3153D"/>
    <w:rsid w:val="00B52603"/>
    <w:rsid w:val="00B60B82"/>
    <w:rsid w:val="00B714FF"/>
    <w:rsid w:val="00B942E1"/>
    <w:rsid w:val="00BD2941"/>
    <w:rsid w:val="00C11EA6"/>
    <w:rsid w:val="00C161C4"/>
    <w:rsid w:val="00C22325"/>
    <w:rsid w:val="00C3236E"/>
    <w:rsid w:val="00C40659"/>
    <w:rsid w:val="00C50DC6"/>
    <w:rsid w:val="00C55FFE"/>
    <w:rsid w:val="00C6047F"/>
    <w:rsid w:val="00C62D17"/>
    <w:rsid w:val="00C837E9"/>
    <w:rsid w:val="00CC06C1"/>
    <w:rsid w:val="00CD3889"/>
    <w:rsid w:val="00CD76DF"/>
    <w:rsid w:val="00CF7228"/>
    <w:rsid w:val="00D0200B"/>
    <w:rsid w:val="00D06CE1"/>
    <w:rsid w:val="00D24561"/>
    <w:rsid w:val="00D43CB5"/>
    <w:rsid w:val="00D5137E"/>
    <w:rsid w:val="00D66DEF"/>
    <w:rsid w:val="00D737C1"/>
    <w:rsid w:val="00D757A9"/>
    <w:rsid w:val="00D80501"/>
    <w:rsid w:val="00D93A13"/>
    <w:rsid w:val="00DA4B87"/>
    <w:rsid w:val="00DB7450"/>
    <w:rsid w:val="00DF1973"/>
    <w:rsid w:val="00E037E3"/>
    <w:rsid w:val="00E37A8E"/>
    <w:rsid w:val="00E53524"/>
    <w:rsid w:val="00E80912"/>
    <w:rsid w:val="00E848FD"/>
    <w:rsid w:val="00E86029"/>
    <w:rsid w:val="00ED08A8"/>
    <w:rsid w:val="00ED5470"/>
    <w:rsid w:val="00EF162D"/>
    <w:rsid w:val="00F016D1"/>
    <w:rsid w:val="00F13908"/>
    <w:rsid w:val="00F20C06"/>
    <w:rsid w:val="00F21729"/>
    <w:rsid w:val="00F251F0"/>
    <w:rsid w:val="00F26D60"/>
    <w:rsid w:val="00F32AAC"/>
    <w:rsid w:val="00F37EF5"/>
    <w:rsid w:val="00F56FA9"/>
    <w:rsid w:val="00F57B38"/>
    <w:rsid w:val="00F57C92"/>
    <w:rsid w:val="00F672A8"/>
    <w:rsid w:val="00F86984"/>
    <w:rsid w:val="00F93F26"/>
    <w:rsid w:val="00FC0134"/>
    <w:rsid w:val="00FD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2804BD"/>
  <w15:docId w15:val="{D1444A8C-6425-4317-9247-D7287CFA9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AA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73383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qFormat/>
    <w:rsid w:val="00985A1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33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73383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73383"/>
    <w:pPr>
      <w:jc w:val="center"/>
    </w:pPr>
    <w:rPr>
      <w:lang w:val="sr-Cyrl-CS"/>
    </w:rPr>
  </w:style>
  <w:style w:type="paragraph" w:styleId="BalloonText">
    <w:name w:val="Balloon Text"/>
    <w:basedOn w:val="Normal"/>
    <w:semiHidden/>
    <w:rsid w:val="00674625"/>
    <w:rPr>
      <w:rFonts w:ascii="Tahoma" w:hAnsi="Tahoma" w:cs="Tahoma"/>
      <w:sz w:val="16"/>
      <w:szCs w:val="16"/>
    </w:rPr>
  </w:style>
  <w:style w:type="character" w:customStyle="1" w:styleId="tekst">
    <w:name w:val="tekst"/>
    <w:basedOn w:val="DefaultParagraphFont"/>
    <w:rsid w:val="00E37A8E"/>
  </w:style>
  <w:style w:type="paragraph" w:styleId="BodyText2">
    <w:name w:val="Body Text 2"/>
    <w:basedOn w:val="Normal"/>
    <w:rsid w:val="00F26D60"/>
    <w:pPr>
      <w:spacing w:after="120" w:line="480" w:lineRule="auto"/>
    </w:pPr>
  </w:style>
  <w:style w:type="character" w:styleId="Hyperlink">
    <w:name w:val="Hyperlink"/>
    <w:basedOn w:val="DefaultParagraphFont"/>
    <w:rsid w:val="00F32AAC"/>
    <w:rPr>
      <w:color w:val="0000FF"/>
      <w:u w:val="single"/>
    </w:rPr>
  </w:style>
  <w:style w:type="paragraph" w:styleId="BodyTextIndent">
    <w:name w:val="Body Text Indent"/>
    <w:basedOn w:val="Normal"/>
    <w:rsid w:val="00985A15"/>
    <w:pPr>
      <w:spacing w:after="120"/>
      <w:ind w:left="283"/>
    </w:pPr>
  </w:style>
  <w:style w:type="table" w:styleId="TableGrid">
    <w:name w:val="Table Grid"/>
    <w:basedOn w:val="TableNormal"/>
    <w:rsid w:val="00890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nistarstvo-zdravlja@mzsz.vladars.rs" TargetMode="External"/><Relationship Id="rId2" Type="http://schemas.openxmlformats.org/officeDocument/2006/relationships/hyperlink" Target="http://www.vladars.rs" TargetMode="External"/><Relationship Id="rId1" Type="http://schemas.openxmlformats.org/officeDocument/2006/relationships/hyperlink" Target="mailto:ministarstvo-zdravlja@mzsz.vladars.rs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hyperlink" Target="http://www.vladars.r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n_Zdravlja\Application%20Data\Microsoft\Templates\MZSZ%20memorandum%20S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MZSZ memorandum SR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Датум:</vt:lpstr>
    </vt:vector>
  </TitlesOfParts>
  <Company>NNN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Датум:</dc:title>
  <dc:subject/>
  <dc:creator>Zdravko Grubac</dc:creator>
  <cp:keywords/>
  <dc:description/>
  <cp:lastModifiedBy>Helena Radulj</cp:lastModifiedBy>
  <cp:revision>3</cp:revision>
  <cp:lastPrinted>2025-12-05T11:21:00Z</cp:lastPrinted>
  <dcterms:created xsi:type="dcterms:W3CDTF">2025-12-05T11:10:00Z</dcterms:created>
  <dcterms:modified xsi:type="dcterms:W3CDTF">2025-12-05T11:21:00Z</dcterms:modified>
</cp:coreProperties>
</file>